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28" w:rsidRPr="004C76C7" w:rsidRDefault="004C76C7">
      <w:pPr>
        <w:pStyle w:val="Heading2"/>
        <w:rPr>
          <w:color w:val="FF0000"/>
        </w:rPr>
      </w:pPr>
      <w:r>
        <w:rPr>
          <w:color w:val="FF0000"/>
        </w:rPr>
        <w:t>BLOOMSBURG UNIVERSITY</w:t>
      </w:r>
    </w:p>
    <w:p w:rsidR="00597928" w:rsidRDefault="004C76C7">
      <w:r>
        <w:t>THIS CERTIFIES THAT</w:t>
      </w:r>
    </w:p>
    <w:p w:rsidR="00597928" w:rsidRDefault="004C76C7">
      <w:pPr>
        <w:pStyle w:val="Heading1"/>
      </w:pPr>
      <w:r>
        <w:t>Roshon jackson</w:t>
      </w:r>
    </w:p>
    <w:p w:rsidR="00597928" w:rsidRDefault="004C76C7">
      <w:r>
        <w:t xml:space="preserve">has successfully completed the required course of study approved by the Board of Education for the State of </w:t>
      </w:r>
      <w:sdt>
        <w:sdtPr>
          <w:id w:val="2146612294"/>
          <w:placeholder>
            <w:docPart w:val="51623CA324CA465AA904B71FE94F62FE"/>
          </w:placeholder>
          <w:temporary/>
          <w:showingPlcHdr/>
          <w15:appearance w15:val="hidden"/>
        </w:sdtPr>
        <w:sdtEndPr/>
        <w:sdtContent>
          <w:r>
            <w:t>[State]</w:t>
          </w:r>
        </w:sdtContent>
      </w:sdt>
      <w:r>
        <w:t>, and is therefore</w:t>
      </w:r>
      <w:r>
        <w:t xml:space="preserve"> awarded this</w:t>
      </w:r>
    </w:p>
    <w:p w:rsidR="00597928" w:rsidRPr="004C76C7" w:rsidRDefault="004C76C7">
      <w:pPr>
        <w:pStyle w:val="Heading1"/>
        <w:rPr>
          <w:color w:val="FF0000"/>
        </w:rPr>
      </w:pPr>
      <w:r>
        <w:rPr>
          <w:color w:val="FF0000"/>
        </w:rPr>
        <w:t>Bad credit rate and debt!</w:t>
      </w:r>
      <w:bookmarkStart w:id="0" w:name="_GoBack"/>
      <w:bookmarkEnd w:id="0"/>
    </w:p>
    <w:p w:rsidR="00597928" w:rsidRDefault="004C76C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5188585</wp:posOffset>
                </wp:positionV>
                <wp:extent cx="1234440" cy="1188720"/>
                <wp:effectExtent l="0" t="0" r="22860" b="11430"/>
                <wp:wrapNone/>
                <wp:docPr id="4" name="Oval 1" descr="Circle with word 'seal' insi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11887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928" w:rsidRDefault="004C76C7">
                            <w:pPr>
                              <w:pStyle w:val="Seal"/>
                            </w:pPr>
                            <w:r>
                              <w:t>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alt="Circle with word 'seal' inside" style="position:absolute;left:0;text-align:left;margin-left:0;margin-top:408.55pt;width:97.2pt;height:93.6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" fillcolor="white [3212]" strokecolor="#444d26 [3215]" strokeweight="1pt">
                <v:stroke joinstyle="miter"/>
                <v:textbox>
                  <w:txbxContent>
                    <w:p w:rsidR="00597928" w:rsidRDefault="004C76C7">
                      <w:pPr>
                        <w:pStyle w:val="Seal"/>
                      </w:pPr>
                      <w:r>
                        <w:t>SEAL</w:t>
                      </w:r>
                    </w:p>
                  </w:txbxContent>
                </v:textbox>
                <w10:wrap anchorx="page" anchory="page"/>
                <w10:anchorlock/>
              </v:oval>
            </w:pict>
          </mc:Fallback>
        </mc:AlternateContent>
      </w:r>
      <w:r>
        <w:t xml:space="preserve">Dated this </w:t>
      </w:r>
      <w:sdt>
        <w:sdtPr>
          <w:id w:val="730193402"/>
          <w:placeholder>
            <w:docPart w:val="3A6E50A0BB55499A840665EDC3EE7645"/>
          </w:placeholder>
          <w:temporary/>
          <w:showingPlcHdr/>
          <w15:appearance w15:val="hidden"/>
        </w:sdtPr>
        <w:sdtEndPr/>
        <w:sdtContent>
          <w:r>
            <w:t>[Day]</w:t>
          </w:r>
        </w:sdtContent>
      </w:sdt>
      <w:r>
        <w:t xml:space="preserve"> day of </w:t>
      </w:r>
      <w:sdt>
        <w:sdtPr>
          <w:id w:val="-528869099"/>
          <w:placeholder>
            <w:docPart w:val="6E72D4563C3140448A0B69A24F3835C0"/>
          </w:placeholder>
          <w:showingPlcHdr/>
          <w:date>
            <w:dateFormat w:val="MMMM, yyyy"/>
            <w:lid w:val="en-US"/>
            <w:storeMappedDataAs w:val="dateTime"/>
            <w:calendar w:val="gregorian"/>
          </w:date>
        </w:sdtPr>
        <w:sdtEndPr/>
        <w:sdtContent>
          <w:r>
            <w:t>[Date]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4189"/>
        <w:gridCol w:w="3142"/>
        <w:gridCol w:w="4189"/>
      </w:tblGrid>
      <w:tr w:rsidR="00597928">
        <w:trPr>
          <w:trHeight w:val="1233"/>
        </w:trPr>
        <w:tc>
          <w:tcPr>
            <w:tcW w:w="3840" w:type="dxa"/>
            <w:vAlign w:val="bottom"/>
          </w:tcPr>
          <w:p w:rsidR="00597928" w:rsidRDefault="00597928">
            <w:pPr>
              <w:pStyle w:val="Signature"/>
            </w:pPr>
          </w:p>
        </w:tc>
        <w:tc>
          <w:tcPr>
            <w:tcW w:w="2880" w:type="dxa"/>
            <w:vAlign w:val="bottom"/>
          </w:tcPr>
          <w:p w:rsidR="00597928" w:rsidRDefault="00597928">
            <w:pPr>
              <w:pStyle w:val="Signature"/>
            </w:pPr>
          </w:p>
        </w:tc>
        <w:tc>
          <w:tcPr>
            <w:tcW w:w="3840" w:type="dxa"/>
            <w:vAlign w:val="bottom"/>
          </w:tcPr>
          <w:p w:rsidR="00597928" w:rsidRDefault="00597928">
            <w:pPr>
              <w:pStyle w:val="Signature"/>
            </w:pPr>
          </w:p>
        </w:tc>
      </w:tr>
      <w:tr w:rsidR="00597928">
        <w:trPr>
          <w:trHeight w:val="251"/>
        </w:trPr>
        <w:tc>
          <w:tcPr>
            <w:tcW w:w="3840" w:type="dxa"/>
          </w:tcPr>
          <w:p w:rsidR="00597928" w:rsidRDefault="004C76C7">
            <w:pPr>
              <w:pStyle w:val="Signature"/>
            </w:pPr>
            <w:r>
              <w:t>Superintendent</w:t>
            </w:r>
          </w:p>
        </w:tc>
        <w:tc>
          <w:tcPr>
            <w:tcW w:w="2880" w:type="dxa"/>
          </w:tcPr>
          <w:p w:rsidR="00597928" w:rsidRDefault="00597928">
            <w:pPr>
              <w:pStyle w:val="Signature"/>
            </w:pPr>
          </w:p>
        </w:tc>
        <w:tc>
          <w:tcPr>
            <w:tcW w:w="3840" w:type="dxa"/>
          </w:tcPr>
          <w:p w:rsidR="00597928" w:rsidRDefault="004C76C7">
            <w:pPr>
              <w:pStyle w:val="Signature"/>
            </w:pPr>
            <w:r>
              <w:t>Principal</w:t>
            </w:r>
          </w:p>
        </w:tc>
      </w:tr>
    </w:tbl>
    <w:p w:rsidR="00597928" w:rsidRDefault="004C76C7">
      <w:r>
        <w:rPr>
          <w:noProof/>
          <w:lang w:eastAsia="en-US"/>
        </w:rPr>
        <w:drawing>
          <wp:anchor distT="0" distB="0" distL="0" distR="0" simplePos="0" relativeHeight="251658240" behindDoc="1" locked="1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070848" cy="6839712"/>
            <wp:effectExtent l="0" t="0" r="0" b="0"/>
            <wp:wrapNone/>
            <wp:docPr id="2" name="Picture 1" descr="Diploma background with lines, graphics and 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mentary_bkgrn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848" cy="683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7928">
      <w:pgSz w:w="15840" w:h="12240" w:orient="landscape" w:code="1"/>
      <w:pgMar w:top="1872" w:right="2160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C7" w:rsidRDefault="004C76C7">
      <w:r>
        <w:separator/>
      </w:r>
    </w:p>
  </w:endnote>
  <w:endnote w:type="continuationSeparator" w:id="0">
    <w:p w:rsidR="004C76C7" w:rsidRDefault="004C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C7" w:rsidRDefault="004C76C7">
      <w:r>
        <w:separator/>
      </w:r>
    </w:p>
  </w:footnote>
  <w:footnote w:type="continuationSeparator" w:id="0">
    <w:p w:rsidR="004C76C7" w:rsidRDefault="004C7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BDAA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C7"/>
    <w:rsid w:val="004C76C7"/>
    <w:rsid w:val="0059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  <w:ind w:left="2160" w:right="2160"/>
      <w:jc w:val="center"/>
    </w:pPr>
    <w:rPr>
      <w:color w:val="444D26" w:themeColor="text2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120" w:after="360" w:line="240" w:lineRule="auto"/>
      <w:outlineLvl w:val="0"/>
    </w:pPr>
    <w:rPr>
      <w:rFonts w:asciiTheme="majorHAnsi" w:eastAsiaTheme="majorEastAsia" w:hAnsiTheme="majorHAnsi" w:cstheme="majorBidi"/>
      <w:caps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C9163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444D26" w:themeColor="text2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95959" w:themeColor="text1" w:themeTint="A6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444D26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1"/>
    <w:qFormat/>
    <w:pPr>
      <w:spacing w:before="0" w:after="0" w:line="240" w:lineRule="auto"/>
      <w:ind w:left="216" w:right="216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1"/>
    <w:rPr>
      <w:color w:val="444D26" w:themeColor="text2"/>
      <w:sz w:val="20"/>
      <w:szCs w:val="20"/>
    </w:rPr>
  </w:style>
  <w:style w:type="paragraph" w:customStyle="1" w:styleId="Seal">
    <w:name w:val="Seal"/>
    <w:basedOn w:val="Normal"/>
    <w:next w:val="Normal"/>
    <w:uiPriority w:val="1"/>
    <w:qFormat/>
    <w:pPr>
      <w:spacing w:before="0" w:after="0" w:line="240" w:lineRule="auto"/>
      <w:ind w:left="0" w:right="0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7C9163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j70363\AppData\Roaming\Microsoft\Templates\Diploma%20certific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1623CA324CA465AA904B71FE94F6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B9C2A-2ED4-4799-A24D-823EB726C213}"/>
      </w:docPartPr>
      <w:docPartBody>
        <w:p w:rsidR="00000000" w:rsidRDefault="00000000">
          <w:pPr>
            <w:pStyle w:val="51623CA324CA465AA904B71FE94F62FE"/>
          </w:pPr>
          <w:r>
            <w:t>[State]</w:t>
          </w:r>
        </w:p>
      </w:docPartBody>
    </w:docPart>
    <w:docPart>
      <w:docPartPr>
        <w:name w:val="3A6E50A0BB55499A840665EDC3EE7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76739-0A15-4F85-8DDF-521485B96D36}"/>
      </w:docPartPr>
      <w:docPartBody>
        <w:p w:rsidR="00000000" w:rsidRDefault="00000000">
          <w:pPr>
            <w:pStyle w:val="3A6E50A0BB55499A840665EDC3EE7645"/>
          </w:pPr>
          <w:r>
            <w:t>[Day]</w:t>
          </w:r>
        </w:p>
      </w:docPartBody>
    </w:docPart>
    <w:docPart>
      <w:docPartPr>
        <w:name w:val="6E72D4563C3140448A0B69A24F383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C9AB7-730F-4278-A8D8-41DBC74C3D94}"/>
      </w:docPartPr>
      <w:docPartBody>
        <w:p w:rsidR="00000000" w:rsidRDefault="00000000">
          <w:pPr>
            <w:pStyle w:val="6E72D4563C3140448A0B69A24F3835C0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9E18EE65EA44843B382792FCE31E495">
    <w:name w:val="29E18EE65EA44843B382792FCE31E495"/>
  </w:style>
  <w:style w:type="paragraph" w:customStyle="1" w:styleId="45B380A72FE746889E7F928EDB1790E1">
    <w:name w:val="45B380A72FE746889E7F928EDB1790E1"/>
  </w:style>
  <w:style w:type="paragraph" w:customStyle="1" w:styleId="51623CA324CA465AA904B71FE94F62FE">
    <w:name w:val="51623CA324CA465AA904B71FE94F62FE"/>
  </w:style>
  <w:style w:type="paragraph" w:customStyle="1" w:styleId="3A6E50A0BB55499A840665EDC3EE7645">
    <w:name w:val="3A6E50A0BB55499A840665EDC3EE7645"/>
  </w:style>
  <w:style w:type="paragraph" w:customStyle="1" w:styleId="6E72D4563C3140448A0B69A24F3835C0">
    <w:name w:val="6E72D4563C3140448A0B69A24F3835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High school diploma certificate (Fancy design)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ambria">
      <a:maj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05B0A10-20C0-4FCD-8685-72FEDE481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Diploma certificate.dotx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2015-04-08T02:01:00Z</dcterms:created>
  <dcterms:modified xsi:type="dcterms:W3CDTF">2015-04-08T02:05:00Z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TC039875579991</vt:lpwstr>
  </property>
</Properties>
</file>